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6A02C63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1C6B12">
        <w:rPr>
          <w:rFonts w:ascii="Corbel" w:hAnsi="Corbel"/>
          <w:b/>
          <w:iCs/>
          <w:smallCaps/>
          <w:sz w:val="24"/>
          <w:szCs w:val="24"/>
        </w:rPr>
        <w:t>2019-2022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70AD40D5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1C6B12">
        <w:rPr>
          <w:rFonts w:ascii="Corbel" w:hAnsi="Corbel"/>
          <w:sz w:val="24"/>
          <w:szCs w:val="24"/>
        </w:rPr>
        <w:t>0</w:t>
      </w:r>
      <w:r w:rsidR="00182C9E" w:rsidRPr="00032FD7">
        <w:rPr>
          <w:rFonts w:ascii="Corbel" w:hAnsi="Corbel"/>
          <w:sz w:val="24"/>
          <w:szCs w:val="24"/>
        </w:rPr>
        <w:t>/20</w:t>
      </w:r>
      <w:bookmarkStart w:id="0" w:name="_GoBack"/>
      <w:bookmarkEnd w:id="0"/>
      <w:r w:rsidR="009E5A32">
        <w:rPr>
          <w:rFonts w:ascii="Corbel" w:hAnsi="Corbel"/>
          <w:sz w:val="24"/>
          <w:szCs w:val="24"/>
        </w:rPr>
        <w:t>2</w:t>
      </w:r>
      <w:r w:rsidR="001C6B12">
        <w:rPr>
          <w:rFonts w:ascii="Corbel" w:hAnsi="Corbel"/>
          <w:sz w:val="24"/>
          <w:szCs w:val="24"/>
        </w:rPr>
        <w:t>1</w:t>
      </w:r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32FD7">
              <w:rPr>
                <w:rFonts w:ascii="Corbel" w:hAnsi="Corbel"/>
                <w:b w:val="0"/>
                <w:sz w:val="24"/>
                <w:szCs w:val="24"/>
              </w:rPr>
              <w:t>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60E252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50CF4931" w:rsidR="0085747A" w:rsidRPr="00032FD7" w:rsidRDefault="00032FD7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4A874C3" w:rsidR="003823BE" w:rsidRPr="00032FD7" w:rsidRDefault="00032FD7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032FD7">
        <w:rPr>
          <w:rFonts w:ascii="Corbel" w:hAnsi="Corbel"/>
          <w:sz w:val="24"/>
          <w:szCs w:val="24"/>
        </w:rPr>
        <w:t>ECTS</w:t>
      </w:r>
      <w:proofErr w:type="spellEnd"/>
      <w:r w:rsidRPr="00032FD7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Wykł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Konw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Sem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Prakt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032FD7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Symptomy zagrożenia działalności przedsiębiorstw. Metody wielokryterialne i ich praktyczna przydatność w ocenie zagrożenia działalności przedsiębiorstw. Wykorzystanie wybranych modeli analizy dyskryminacyjnej,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logitowej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Symptomy zagrożenia działalności przedsiębiorstw. Metody wielokryterialne i ich praktyczna przydatność w ocenie zagrożenia działalności przedsiębiorstw. Zadania z zakresu wybranych modeli analizy dyskryminacyjnej, </w:t>
            </w:r>
            <w:proofErr w:type="spellStart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logitowej</w:t>
            </w:r>
            <w:proofErr w:type="spellEnd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32FD7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32FD7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EE00415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55AC4451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32FD7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32FD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32FD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Gołębiowski G.,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Grycuk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Tłaczała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Wiśniewski P., Analiza finansowa przedsiębiorstwa,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T., Analiza finansowa jako narzędzie zarządzania finansami przedsiębiorstwa, Indygo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Zahir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Bojańczyk M., Finanse przedsiębiorstwa, Oficyna Wydawnicza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Rabiej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Analiza finansowa przedsiębiorstw wybranych sektorów ze szczególnym uwzględnieniem zagrożenia upadłością, </w:t>
            </w:r>
            <w:proofErr w:type="spellStart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inansami przedsiębiorstwa, </w:t>
            </w:r>
            <w:proofErr w:type="spellStart"/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863D6" w14:textId="77777777" w:rsidR="00DE3875" w:rsidRDefault="00DE3875" w:rsidP="00C16ABF">
      <w:pPr>
        <w:spacing w:after="0" w:line="240" w:lineRule="auto"/>
      </w:pPr>
      <w:r>
        <w:separator/>
      </w:r>
    </w:p>
  </w:endnote>
  <w:endnote w:type="continuationSeparator" w:id="0">
    <w:p w14:paraId="3B87142E" w14:textId="77777777" w:rsidR="00DE3875" w:rsidRDefault="00DE38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5700B" w14:textId="77777777" w:rsidR="00DE3875" w:rsidRDefault="00DE3875" w:rsidP="00C16ABF">
      <w:pPr>
        <w:spacing w:after="0" w:line="240" w:lineRule="auto"/>
      </w:pPr>
      <w:r>
        <w:separator/>
      </w:r>
    </w:p>
  </w:footnote>
  <w:footnote w:type="continuationSeparator" w:id="0">
    <w:p w14:paraId="6D2B5AF0" w14:textId="77777777" w:rsidR="00DE3875" w:rsidRDefault="00DE387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C6B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3875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83C1AD-5DCB-4A10-9B4A-0668CFEF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1615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2020-10-25T22:14:00Z</dcterms:created>
  <dcterms:modified xsi:type="dcterms:W3CDTF">2021-11-04T13:10:00Z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